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 xml:space="preserve"> </w:t>
      </w:r>
      <w:r w:rsidR="00790F87">
        <w:rPr>
          <w:b/>
          <w:sz w:val="32"/>
          <w:szCs w:val="32"/>
        </w:rPr>
        <w:t>Speech</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D43E1D"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EE27FB">
      <w:pPr>
        <w:jc w:val="center"/>
      </w:pPr>
      <w:r>
        <w:t>Sycamore Educat</w:t>
      </w:r>
      <w:r w:rsidR="00EE27FB">
        <w:t>ion – pass-a-note communication</w:t>
      </w: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E786D" w:rsidRPr="000B7BF0" w:rsidRDefault="00BF0606" w:rsidP="00BF0606">
      <w:pPr>
        <w:rPr>
          <w:b/>
        </w:rPr>
      </w:pPr>
      <w:r w:rsidRPr="00A579C6">
        <w:rPr>
          <w:b/>
        </w:rPr>
        <w:t>Goals:</w:t>
      </w:r>
    </w:p>
    <w:p w:rsidR="00790F87" w:rsidRDefault="00654690" w:rsidP="00654690">
      <w:pPr>
        <w:pStyle w:val="ListParagraph"/>
        <w:numPr>
          <w:ilvl w:val="0"/>
          <w:numId w:val="2"/>
        </w:numPr>
      </w:pPr>
      <w:r>
        <w:t xml:space="preserve">This </w:t>
      </w:r>
      <w:r w:rsidR="0061574E">
        <w:t>course</w:t>
      </w:r>
      <w:r>
        <w:t xml:space="preserve"> will focus primarily on</w:t>
      </w:r>
      <w:r w:rsidR="00790F87">
        <w:t xml:space="preserve"> material</w:t>
      </w:r>
      <w:r w:rsidR="002B67CD">
        <w:t xml:space="preserve"> from </w:t>
      </w:r>
      <w:r w:rsidR="00790F87">
        <w:rPr>
          <w:i/>
        </w:rPr>
        <w:t>Speech for Effective Communication-</w:t>
      </w:r>
      <w:r w:rsidR="00790F87" w:rsidRPr="00790F87">
        <w:t>second edition</w:t>
      </w:r>
      <w:r w:rsidR="00790F87">
        <w:t xml:space="preserve">, and </w:t>
      </w:r>
      <w:r w:rsidR="00790F87">
        <w:rPr>
          <w:i/>
        </w:rPr>
        <w:t>The Challenge of Effective Speaking.</w:t>
      </w:r>
    </w:p>
    <w:p w:rsidR="00FD6483" w:rsidRDefault="002C7141" w:rsidP="00654690">
      <w:pPr>
        <w:pStyle w:val="ListParagraph"/>
        <w:numPr>
          <w:ilvl w:val="0"/>
          <w:numId w:val="2"/>
        </w:numPr>
      </w:pPr>
      <w:r>
        <w:t>Students will develop informative and persuasive speeches, but will also explore additional types of public speaking as time follows.</w:t>
      </w:r>
    </w:p>
    <w:p w:rsidR="00790F87" w:rsidRDefault="002C7141" w:rsidP="00654690">
      <w:pPr>
        <w:pStyle w:val="ListParagraph"/>
        <w:numPr>
          <w:ilvl w:val="0"/>
          <w:numId w:val="2"/>
        </w:numPr>
      </w:pPr>
      <w:r>
        <w:t>Students will b</w:t>
      </w:r>
      <w:r w:rsidR="00FD6483">
        <w:t>ecome familiar with the speech writing process</w:t>
      </w:r>
      <w:r>
        <w:t>.</w:t>
      </w:r>
    </w:p>
    <w:p w:rsidR="00654690" w:rsidRDefault="00790F87" w:rsidP="00654690">
      <w:pPr>
        <w:pStyle w:val="ListParagraph"/>
        <w:numPr>
          <w:ilvl w:val="0"/>
          <w:numId w:val="2"/>
        </w:numPr>
      </w:pPr>
      <w:r>
        <w:t xml:space="preserve">Interpretive </w:t>
      </w:r>
      <w:r w:rsidR="00654690">
        <w:t>selections</w:t>
      </w:r>
      <w:r>
        <w:t xml:space="preserve"> and public address selections will be used to create</w:t>
      </w:r>
      <w:r w:rsidR="00654690">
        <w:t xml:space="preserve"> </w:t>
      </w:r>
      <w:r>
        <w:t>a variety of speeches and interpretive selections</w:t>
      </w:r>
      <w:r w:rsidR="00654690">
        <w:t>.</w:t>
      </w:r>
    </w:p>
    <w:p w:rsidR="002C7141" w:rsidRDefault="00790F87" w:rsidP="002B67CD">
      <w:pPr>
        <w:pStyle w:val="ListParagraph"/>
        <w:numPr>
          <w:ilvl w:val="0"/>
          <w:numId w:val="2"/>
        </w:numPr>
      </w:pPr>
      <w:r>
        <w:t xml:space="preserve">Presentations and composition of speeches are key </w:t>
      </w:r>
      <w:r w:rsidR="00654690">
        <w:t>component</w:t>
      </w:r>
      <w:r>
        <w:t>s</w:t>
      </w:r>
      <w:r w:rsidR="002C7141">
        <w:t xml:space="preserve"> of the course.</w:t>
      </w:r>
    </w:p>
    <w:p w:rsidR="002C7141" w:rsidRDefault="002C7141" w:rsidP="002B67CD">
      <w:pPr>
        <w:pStyle w:val="ListParagraph"/>
        <w:numPr>
          <w:ilvl w:val="0"/>
          <w:numId w:val="2"/>
        </w:numPr>
      </w:pPr>
      <w:r>
        <w:t>Individual and group activities will facilitate growth in both intrapersonal and interpersonal communication skills.</w:t>
      </w:r>
      <w:r w:rsidR="00654690">
        <w:t xml:space="preserve"> </w:t>
      </w:r>
    </w:p>
    <w:p w:rsidR="002C7141" w:rsidRDefault="002C7141" w:rsidP="00654690">
      <w:pPr>
        <w:pStyle w:val="ListParagraph"/>
        <w:numPr>
          <w:ilvl w:val="0"/>
          <w:numId w:val="2"/>
        </w:numPr>
      </w:pPr>
      <w:r>
        <w:t>Research skills will be gained by using a variety of sources and public speaking skills</w:t>
      </w:r>
      <w:bookmarkStart w:id="0" w:name="_GoBack"/>
      <w:bookmarkEnd w:id="0"/>
      <w:r>
        <w:t xml:space="preserve"> will be gained by presenting speeches in a classroom setting.</w:t>
      </w:r>
    </w:p>
    <w:p w:rsidR="00654690" w:rsidRDefault="00654690" w:rsidP="00654690">
      <w:pPr>
        <w:pStyle w:val="ListParagraph"/>
        <w:numPr>
          <w:ilvl w:val="0"/>
          <w:numId w:val="2"/>
        </w:numPr>
      </w:pPr>
      <w:r>
        <w:t>Portfolios of students’ writings over the semester will be compiled in a given format.</w:t>
      </w:r>
    </w:p>
    <w:p w:rsidR="00A579C6" w:rsidRDefault="00A579C6" w:rsidP="00EE27FB"/>
    <w:p w:rsidR="00A579C6" w:rsidRDefault="00A579C6" w:rsidP="00A579C6">
      <w:pPr>
        <w:rPr>
          <w:b/>
        </w:rPr>
      </w:pPr>
      <w:r w:rsidRPr="00A579C6">
        <w:rPr>
          <w:b/>
        </w:rPr>
        <w:t>Required classroom supplies:</w:t>
      </w:r>
    </w:p>
    <w:p w:rsidR="00A579C6" w:rsidRPr="000B7BF0" w:rsidRDefault="00254148" w:rsidP="00A579C6">
      <w:r>
        <w:rPr>
          <w:b/>
        </w:rPr>
        <w:tab/>
      </w:r>
      <w:r>
        <w:t>The following supplies are expected to be brought to class each day as instructed:</w:t>
      </w:r>
    </w:p>
    <w:p w:rsidR="00A579C6" w:rsidRPr="002B67CD" w:rsidRDefault="00254148" w:rsidP="002B67CD">
      <w:pPr>
        <w:pStyle w:val="ListParagraph"/>
        <w:numPr>
          <w:ilvl w:val="0"/>
          <w:numId w:val="2"/>
        </w:numPr>
        <w:rPr>
          <w:i/>
        </w:rPr>
      </w:pPr>
      <w:r w:rsidRPr="00254148">
        <w:t>Textbook</w:t>
      </w:r>
      <w:r>
        <w:t xml:space="preserve"> –</w:t>
      </w:r>
      <w:r w:rsidR="00EE27FB" w:rsidRPr="0061574E">
        <w:rPr>
          <w:i/>
        </w:rPr>
        <w:t xml:space="preserve"> </w:t>
      </w:r>
      <w:r w:rsidR="00790F87">
        <w:rPr>
          <w:i/>
        </w:rPr>
        <w:t>Speech for Effective Communication-</w:t>
      </w:r>
      <w:r w:rsidR="00790F87" w:rsidRPr="00790F87">
        <w:t>second edition</w:t>
      </w:r>
      <w:r w:rsidR="00790F87">
        <w:t xml:space="preserve">, and </w:t>
      </w:r>
      <w:r w:rsidR="00790F87">
        <w:rPr>
          <w:i/>
        </w:rPr>
        <w:t>The Challenge of Effective Speaking.</w:t>
      </w:r>
    </w:p>
    <w:p w:rsidR="00254148" w:rsidRDefault="00254148" w:rsidP="00A579C6">
      <w:pPr>
        <w:pStyle w:val="ListParagraph"/>
        <w:numPr>
          <w:ilvl w:val="0"/>
          <w:numId w:val="3"/>
        </w:numPr>
      </w:pPr>
      <w:r>
        <w:t xml:space="preserve">3- subject spiral bound notebook  (college-ruled) </w:t>
      </w:r>
    </w:p>
    <w:p w:rsidR="00254148" w:rsidRDefault="00254148" w:rsidP="00254148">
      <w:pPr>
        <w:pStyle w:val="ListParagraph"/>
        <w:numPr>
          <w:ilvl w:val="0"/>
          <w:numId w:val="3"/>
        </w:numPr>
      </w:pPr>
      <w:r>
        <w:t>OR 70-100 sheets of loose leaf paper (college-ruled)</w:t>
      </w:r>
      <w:r w:rsidR="00607BE6">
        <w:t xml:space="preserve"> in a 1”-2” three ring binder</w:t>
      </w:r>
    </w:p>
    <w:p w:rsidR="00607BE6" w:rsidRDefault="00607BE6" w:rsidP="00254148">
      <w:pPr>
        <w:pStyle w:val="ListParagraph"/>
        <w:numPr>
          <w:ilvl w:val="0"/>
          <w:numId w:val="3"/>
        </w:numPr>
      </w:pPr>
      <w:r>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8710B6" w:rsidRPr="00EE27FB" w:rsidRDefault="007875AD" w:rsidP="008710B6">
      <w:pPr>
        <w:pStyle w:val="ListParagraph"/>
        <w:numPr>
          <w:ilvl w:val="0"/>
          <w:numId w:val="5"/>
        </w:numPr>
        <w:rPr>
          <w:b/>
        </w:rPr>
      </w:pPr>
      <w:r>
        <w:rPr>
          <w:b/>
        </w:rPr>
        <w:t>The rules for the school will be followed in class</w:t>
      </w:r>
    </w:p>
    <w:p w:rsidR="00607BE6" w:rsidRDefault="008710B6" w:rsidP="00607BE6">
      <w:pPr>
        <w:rPr>
          <w:b/>
        </w:rPr>
      </w:pPr>
      <w:r>
        <w:rPr>
          <w:b/>
        </w:rPr>
        <w:t>Absences:</w:t>
      </w:r>
    </w:p>
    <w:p w:rsidR="00826E24" w:rsidRDefault="00826E24" w:rsidP="00EE27FB">
      <w:pPr>
        <w:ind w:firstLine="720"/>
      </w:pP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I do not allow student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CF2A38" w:rsidRDefault="007875AD" w:rsidP="00607BE6">
      <w:r>
        <w:t>Students are encouraged to check Sycamore on a regular basis to monitor their progress and chec</w:t>
      </w:r>
      <w:r w:rsidR="00EE27FB">
        <w:t xml:space="preserve">k for any late or missing work. </w:t>
      </w:r>
      <w:r>
        <w:t>The grading scale found in your handbook will be followed for the grading of all assignments.</w:t>
      </w:r>
      <w:r w:rsidR="00EE27FB">
        <w:t xml:space="preserve"> </w:t>
      </w:r>
    </w:p>
    <w:p w:rsidR="00EE27FB" w:rsidRDefault="00EE27FB" w:rsidP="00607BE6"/>
    <w:p w:rsidR="007875AD" w:rsidRPr="00826E24" w:rsidRDefault="001A4C58" w:rsidP="00607BE6">
      <w:r w:rsidRPr="00D274B2">
        <w:rPr>
          <w:b/>
        </w:rPr>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54435A" w:rsidRDefault="0054435A"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790F87" w:rsidP="0054435A">
      <w:pPr>
        <w:jc w:val="center"/>
      </w:pPr>
      <w:proofErr w:type="gramStart"/>
      <w:r>
        <w:t>Speech</w:t>
      </w:r>
      <w:r w:rsidR="0054435A">
        <w:t>.</w:t>
      </w:r>
      <w:proofErr w:type="gramEnd"/>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790F87" w:rsidP="0054435A">
      <w:pPr>
        <w:jc w:val="center"/>
      </w:pPr>
      <w:r>
        <w:t>Speech</w:t>
      </w:r>
    </w:p>
    <w:p w:rsidR="0054435A" w:rsidRDefault="0054435A" w:rsidP="0054435A">
      <w:pPr>
        <w:pBdr>
          <w:bottom w:val="single" w:sz="12" w:space="1" w:color="auto"/>
        </w:pBdr>
        <w:jc w:val="center"/>
      </w:pPr>
    </w:p>
    <w:p w:rsidR="0054435A" w:rsidRDefault="0054435A" w:rsidP="0054435A">
      <w:pPr>
        <w:jc w:val="center"/>
      </w:pPr>
      <w:r>
        <w:t>Parent Signature</w:t>
      </w:r>
    </w:p>
    <w:sectPr w:rsidR="0054435A" w:rsidSect="00E00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0B7BF0"/>
    <w:rsid w:val="001425DA"/>
    <w:rsid w:val="001A4C58"/>
    <w:rsid w:val="001E42F1"/>
    <w:rsid w:val="00254148"/>
    <w:rsid w:val="002B67CD"/>
    <w:rsid w:val="002C7141"/>
    <w:rsid w:val="0054413D"/>
    <w:rsid w:val="0054435A"/>
    <w:rsid w:val="00607BE6"/>
    <w:rsid w:val="0061574E"/>
    <w:rsid w:val="00654690"/>
    <w:rsid w:val="00695DD4"/>
    <w:rsid w:val="007875AD"/>
    <w:rsid w:val="00790F87"/>
    <w:rsid w:val="007C0747"/>
    <w:rsid w:val="00826E24"/>
    <w:rsid w:val="008710B6"/>
    <w:rsid w:val="00960335"/>
    <w:rsid w:val="009F6FC3"/>
    <w:rsid w:val="00A579C6"/>
    <w:rsid w:val="00A755B2"/>
    <w:rsid w:val="00B621DF"/>
    <w:rsid w:val="00B67BC1"/>
    <w:rsid w:val="00BD362D"/>
    <w:rsid w:val="00BE786D"/>
    <w:rsid w:val="00BF0606"/>
    <w:rsid w:val="00C5052B"/>
    <w:rsid w:val="00CF2758"/>
    <w:rsid w:val="00CF2A38"/>
    <w:rsid w:val="00D274B2"/>
    <w:rsid w:val="00E008B9"/>
    <w:rsid w:val="00EE27FB"/>
    <w:rsid w:val="00F121F2"/>
    <w:rsid w:val="00F4571D"/>
    <w:rsid w:val="00F56B99"/>
    <w:rsid w:val="00FD6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D08E4-A251-4CED-BE14-32187172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86F225A9</Template>
  <TotalTime>0</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2</cp:revision>
  <cp:lastPrinted>2011-08-24T00:20:00Z</cp:lastPrinted>
  <dcterms:created xsi:type="dcterms:W3CDTF">2011-08-24T00:41:00Z</dcterms:created>
  <dcterms:modified xsi:type="dcterms:W3CDTF">2011-08-24T00:41:00Z</dcterms:modified>
</cp:coreProperties>
</file>